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2115EF51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52AC7">
        <w:rPr>
          <w:rFonts w:ascii="Corbel" w:hAnsi="Corbel"/>
          <w:i/>
          <w:smallCaps/>
          <w:sz w:val="24"/>
          <w:szCs w:val="24"/>
        </w:rPr>
        <w:t>2019-2022</w:t>
      </w:r>
    </w:p>
    <w:p w14:paraId="47134BDD" w14:textId="4AF7E329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F52AC7">
        <w:rPr>
          <w:rFonts w:ascii="Corbel" w:hAnsi="Corbel"/>
          <w:sz w:val="20"/>
          <w:szCs w:val="20"/>
        </w:rPr>
        <w:t>1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F52AC7">
        <w:rPr>
          <w:rFonts w:ascii="Corbel" w:hAnsi="Corbel"/>
          <w:sz w:val="20"/>
          <w:szCs w:val="20"/>
        </w:rPr>
        <w:t>2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2CEF0450" w:rsidR="0085747A" w:rsidRPr="005F7F36" w:rsidRDefault="005F7F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7F3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3758646F" w:rsidR="004D1026" w:rsidRPr="009C54AE" w:rsidRDefault="005F7F3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3571047B" w:rsidR="004D1026" w:rsidRPr="009C54AE" w:rsidRDefault="005F7F3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1838B55B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, zna formuły handlowe </w:t>
            </w:r>
            <w:proofErr w:type="spellStart"/>
            <w:r w:rsidR="00246204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52F85ADA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ED60BD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586671E0" w:rsidR="00F353AC" w:rsidRPr="00764BCA" w:rsidRDefault="00ED60BD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5E11A68C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662F2206" w14:textId="58ED8AD1" w:rsidR="00ED60BD" w:rsidRDefault="00ED60BD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0BD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023A8B0">
              <w:rPr>
                <w:rFonts w:ascii="Corbel" w:hAnsi="Corbel"/>
                <w:b w:val="0"/>
              </w:rPr>
              <w:t>dst</w:t>
            </w:r>
            <w:proofErr w:type="spellEnd"/>
            <w:r w:rsidRPr="6023A8B0">
              <w:rPr>
                <w:rFonts w:ascii="Corbel" w:hAnsi="Corbel"/>
                <w:b w:val="0"/>
              </w:rPr>
              <w:t xml:space="preserve">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dst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43CFB228" w:rsidR="0085747A" w:rsidRPr="009C54AE" w:rsidRDefault="005F7F36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CC64D98" w:rsidR="00C61DC5" w:rsidRPr="009C54AE" w:rsidRDefault="005F7F36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 Korporacje transnarodowe i ich znaczenie we współczesnej gospodarce światowej. Handel inwestycje w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semiglobalnym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otoczeniu, red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J.Rymarczyk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M.Domiter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8F370" w14:textId="77777777" w:rsidR="00E505F0" w:rsidRDefault="00E505F0" w:rsidP="00C16ABF">
      <w:pPr>
        <w:spacing w:after="0" w:line="240" w:lineRule="auto"/>
      </w:pPr>
      <w:r>
        <w:separator/>
      </w:r>
    </w:p>
  </w:endnote>
  <w:endnote w:type="continuationSeparator" w:id="0">
    <w:p w14:paraId="04EA3587" w14:textId="77777777" w:rsidR="00E505F0" w:rsidRDefault="00E505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DDAA9" w14:textId="77777777" w:rsidR="00E505F0" w:rsidRDefault="00E505F0" w:rsidP="00C16ABF">
      <w:pPr>
        <w:spacing w:after="0" w:line="240" w:lineRule="auto"/>
      </w:pPr>
      <w:r>
        <w:separator/>
      </w:r>
    </w:p>
  </w:footnote>
  <w:footnote w:type="continuationSeparator" w:id="0">
    <w:p w14:paraId="49BF61E0" w14:textId="77777777" w:rsidR="00E505F0" w:rsidRDefault="00E505F0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B19A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F3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10B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6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31AEF"/>
    <w:rsid w:val="00E505F0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D60BD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52AC7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640A70-2718-4A2F-AB13-E43877D30E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2020-12-16T09:51:00Z</dcterms:created>
  <dcterms:modified xsi:type="dcterms:W3CDTF">2020-12-16T09:51:00Z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